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4CA3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410AAB4" wp14:editId="1E71A0C5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9561EEF" w14:textId="5CCB2563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141A3E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9A13EF">
                                      <w:rPr>
                                        <w:rStyle w:val="Style2"/>
                                      </w:rPr>
                                      <w:t>64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683B27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0AAB4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9561EEF" w14:textId="5CCB2563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141A3E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9A13EF">
                                <w:rPr>
                                  <w:rStyle w:val="Style2"/>
                                </w:rPr>
                                <w:t>64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5683B27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317631" wp14:editId="6C8FFA5C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73A4" w14:textId="77777777" w:rsidR="002E1412" w:rsidRPr="002E1412" w:rsidRDefault="009A13E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6A847CFA" wp14:editId="77BB6FD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BE6FF5" wp14:editId="60D9F6B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E58F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B06A1" wp14:editId="691AAB54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17875269" w14:textId="58B67033" w:rsidR="00BC61BD" w:rsidRPr="00BC61BD" w:rsidRDefault="0074243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74243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88461C7" wp14:editId="3F54116C">
                                      <wp:extent cx="752475" cy="752475"/>
                                      <wp:effectExtent l="0" t="0" r="9525" b="9525"/>
                                      <wp:docPr id="780067351" name="Imagen 14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80067351" name="Imagen 14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2475" cy="752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B06A1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17875269" w14:textId="58B67033" w:rsidR="00BC61BD" w:rsidRPr="00BC61BD" w:rsidRDefault="00742432">
                          <w:pPr>
                            <w:rPr>
                              <w:lang w:val="en-US"/>
                            </w:rPr>
                          </w:pPr>
                          <w:r w:rsidRPr="00742432">
                            <w:drawing>
                              <wp:inline distT="0" distB="0" distL="0" distR="0" wp14:anchorId="188461C7" wp14:editId="3F54116C">
                                <wp:extent cx="752475" cy="752475"/>
                                <wp:effectExtent l="0" t="0" r="9525" b="9525"/>
                                <wp:docPr id="780067351" name="Imagen 14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80067351" name="Imagen 14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2475" cy="752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2CE2ED1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DCCBCF" wp14:editId="0D838B3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D4D0A" w14:textId="77777777" w:rsidR="00F7443C" w:rsidRPr="004767CC" w:rsidRDefault="009A13E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814345" wp14:editId="1BFE6E52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68AE0" w14:textId="77777777" w:rsidR="0026335F" w:rsidRPr="0026335F" w:rsidRDefault="009A13E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AE6E06B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DAFD1F" wp14:editId="0E2D485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9AD50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1700A16C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63C3E1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2025D9C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6721A68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10FF4C96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2D29D66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9132B4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2F70E27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8ABEF1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4C93726E" w14:textId="77777777" w:rsidTr="00A24343">
        <w:trPr>
          <w:trHeight w:val="457"/>
          <w:jc w:val="center"/>
        </w:trPr>
        <w:tc>
          <w:tcPr>
            <w:tcW w:w="849" w:type="dxa"/>
          </w:tcPr>
          <w:p w14:paraId="0E3D72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64DDB1A" w14:textId="77777777" w:rsidR="0037246F" w:rsidRDefault="0037246F" w:rsidP="00BB657B">
            <w:pPr>
              <w:spacing w:after="0" w:line="240" w:lineRule="auto"/>
            </w:pPr>
          </w:p>
          <w:p w14:paraId="53DB67F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3310B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9FC9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C09409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9FF26D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C82AF7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89FBA95" w14:textId="77777777" w:rsidTr="00A24343">
        <w:trPr>
          <w:trHeight w:val="477"/>
          <w:jc w:val="center"/>
        </w:trPr>
        <w:tc>
          <w:tcPr>
            <w:tcW w:w="849" w:type="dxa"/>
          </w:tcPr>
          <w:p w14:paraId="4F99B0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623E6E1" w14:textId="77777777" w:rsidR="0037246F" w:rsidRDefault="0037246F" w:rsidP="00BB657B">
            <w:pPr>
              <w:spacing w:after="0" w:line="240" w:lineRule="auto"/>
            </w:pPr>
          </w:p>
          <w:p w14:paraId="3A5D2D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3AACA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1DF5A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A650F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20CF48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60DC08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1681C2A" w14:textId="77777777" w:rsidTr="00A24343">
        <w:trPr>
          <w:trHeight w:val="477"/>
          <w:jc w:val="center"/>
        </w:trPr>
        <w:tc>
          <w:tcPr>
            <w:tcW w:w="849" w:type="dxa"/>
          </w:tcPr>
          <w:p w14:paraId="32C5C12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7905CB2" w14:textId="77777777" w:rsidR="0037246F" w:rsidRDefault="0037246F" w:rsidP="00BB657B">
            <w:pPr>
              <w:spacing w:after="0" w:line="240" w:lineRule="auto"/>
            </w:pPr>
          </w:p>
          <w:p w14:paraId="2840FCD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030BE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91046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05CFC1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A4049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F61438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9C99DCC" w14:textId="77777777" w:rsidTr="00A24343">
        <w:trPr>
          <w:trHeight w:val="477"/>
          <w:jc w:val="center"/>
        </w:trPr>
        <w:tc>
          <w:tcPr>
            <w:tcW w:w="849" w:type="dxa"/>
          </w:tcPr>
          <w:p w14:paraId="120D187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B6FDF87" w14:textId="77777777" w:rsidR="0037246F" w:rsidRDefault="0037246F" w:rsidP="00BB657B">
            <w:pPr>
              <w:spacing w:after="0" w:line="240" w:lineRule="auto"/>
            </w:pPr>
          </w:p>
          <w:p w14:paraId="2DDF04A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FC2BBF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CB10E5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F80E7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F2C61F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4B834A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D2EB0A4" w14:textId="77777777" w:rsidTr="00A24343">
        <w:trPr>
          <w:trHeight w:val="477"/>
          <w:jc w:val="center"/>
        </w:trPr>
        <w:tc>
          <w:tcPr>
            <w:tcW w:w="849" w:type="dxa"/>
          </w:tcPr>
          <w:p w14:paraId="26B789E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A333BBC" w14:textId="77777777" w:rsidR="0037246F" w:rsidRDefault="0037246F" w:rsidP="00BB657B">
            <w:pPr>
              <w:spacing w:after="0" w:line="240" w:lineRule="auto"/>
            </w:pPr>
          </w:p>
          <w:p w14:paraId="4A87980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EE115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F41D6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F18DBC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B40F3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1B8E4C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FA2940D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133B5C72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67564539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3AA844E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4B16B055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40777F3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43589F73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39E9CE4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9B48EA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5493205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3E25E2" wp14:editId="3D404E98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2CA8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76309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29FF0FEF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27E55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D242E0" wp14:editId="065C91CD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E1DA7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4B44565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32D6F03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257554C7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5213DB" wp14:editId="6FD07CBE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97D96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21421E3A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2C4E6A1A" wp14:editId="574942A2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08E58F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5E918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652B997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308E1CDD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56F62639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1A3E"/>
    <w:rsid w:val="0014583E"/>
    <w:rsid w:val="00157600"/>
    <w:rsid w:val="00170EC5"/>
    <w:rsid w:val="00191E56"/>
    <w:rsid w:val="00194FF2"/>
    <w:rsid w:val="001A3338"/>
    <w:rsid w:val="001F73A7"/>
    <w:rsid w:val="00200073"/>
    <w:rsid w:val="00250CF8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0ACE"/>
    <w:rsid w:val="00351DE8"/>
    <w:rsid w:val="0037246F"/>
    <w:rsid w:val="003A4539"/>
    <w:rsid w:val="003B29C3"/>
    <w:rsid w:val="003B38E0"/>
    <w:rsid w:val="003D7BE4"/>
    <w:rsid w:val="00403697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42432"/>
    <w:rsid w:val="00780880"/>
    <w:rsid w:val="007A77A3"/>
    <w:rsid w:val="007B4164"/>
    <w:rsid w:val="007B6F6F"/>
    <w:rsid w:val="007C7580"/>
    <w:rsid w:val="00810515"/>
    <w:rsid w:val="0083342F"/>
    <w:rsid w:val="00841F19"/>
    <w:rsid w:val="00854B4F"/>
    <w:rsid w:val="008B3AE5"/>
    <w:rsid w:val="008D0E02"/>
    <w:rsid w:val="008D6D4B"/>
    <w:rsid w:val="008F362E"/>
    <w:rsid w:val="009002B4"/>
    <w:rsid w:val="00957FDA"/>
    <w:rsid w:val="009773D3"/>
    <w:rsid w:val="009A13EF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;"/>
  <w14:docId w14:val="4F60FE8A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E64B-AD7A-44C1-BBBF-77288420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105</Words>
  <Characters>595</Characters>
  <Application>Microsoft Office Word</Application>
  <DocSecurity>0</DocSecurity>
  <Lines>14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6</cp:revision>
  <cp:lastPrinted>2011-03-04T18:27:00Z</cp:lastPrinted>
  <dcterms:created xsi:type="dcterms:W3CDTF">2025-08-29T18:03:00Z</dcterms:created>
  <dcterms:modified xsi:type="dcterms:W3CDTF">2025-11-03T15:16:00Z</dcterms:modified>
</cp:coreProperties>
</file>